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604" w:rsidRDefault="00C94604" w:rsidP="00C94604">
      <w:pPr>
        <w:pStyle w:val="Heading1"/>
        <w:jc w:val="center"/>
      </w:pPr>
      <w:r>
        <w:t>CONTRACT DE ÎNCHIRIERE</w:t>
      </w:r>
    </w:p>
    <w:p w:rsidR="00C94604" w:rsidRDefault="00C94604" w:rsidP="00C94604"/>
    <w:p w:rsidR="00C94604" w:rsidRPr="00C94604" w:rsidRDefault="0083149C" w:rsidP="00C94604">
      <w:pPr>
        <w:jc w:val="center"/>
        <w:rPr>
          <w:sz w:val="28"/>
          <w:szCs w:val="28"/>
        </w:rPr>
      </w:pPr>
      <w:r>
        <w:rPr>
          <w:sz w:val="28"/>
          <w:szCs w:val="28"/>
        </w:rPr>
        <w:t xml:space="preserve">       </w:t>
      </w:r>
      <w:r w:rsidR="00C94604" w:rsidRPr="00C94604">
        <w:rPr>
          <w:sz w:val="28"/>
          <w:szCs w:val="28"/>
        </w:rPr>
        <w:t>Incheiat astăzi</w:t>
      </w:r>
      <w:r w:rsidR="00C94604">
        <w:rPr>
          <w:sz w:val="28"/>
          <w:szCs w:val="28"/>
        </w:rPr>
        <w:t xml:space="preserve"> ___/___/_______</w:t>
      </w:r>
    </w:p>
    <w:p w:rsidR="00C94604" w:rsidRDefault="00C94604" w:rsidP="00C94604"/>
    <w:p w:rsidR="00C94604" w:rsidRPr="00C94604" w:rsidRDefault="00C94604" w:rsidP="00C94604">
      <w:pPr>
        <w:rPr>
          <w:sz w:val="28"/>
          <w:szCs w:val="28"/>
        </w:rPr>
      </w:pPr>
      <w:r w:rsidRPr="00C94604">
        <w:rPr>
          <w:sz w:val="28"/>
          <w:szCs w:val="28"/>
        </w:rPr>
        <w:t>Între :</w:t>
      </w:r>
    </w:p>
    <w:p w:rsidR="00C94604" w:rsidRDefault="00C94604" w:rsidP="00C94604"/>
    <w:p w:rsidR="00C94604" w:rsidRDefault="00C94604" w:rsidP="00C94604">
      <w:pPr>
        <w:spacing w:line="360" w:lineRule="auto"/>
      </w:pPr>
      <w:r w:rsidRPr="00C94604">
        <w:rPr>
          <w:b/>
          <w:sz w:val="28"/>
          <w:szCs w:val="28"/>
        </w:rPr>
        <w:t>Subsemnatul(a)</w:t>
      </w:r>
      <w:r>
        <w:t>___________________</w:t>
      </w:r>
      <w:r w:rsidRPr="00C94604">
        <w:t xml:space="preserve">, domiciliat in </w:t>
      </w:r>
      <w:r>
        <w:t>____________________</w:t>
      </w:r>
      <w:r w:rsidRPr="00C94604">
        <w:t xml:space="preserve">, str </w:t>
      </w:r>
      <w:r>
        <w:t>___________</w:t>
      </w:r>
      <w:r w:rsidRPr="00C94604">
        <w:t xml:space="preserve"> </w:t>
      </w:r>
      <w:r>
        <w:t>______</w:t>
      </w:r>
      <w:r w:rsidRPr="00C94604">
        <w:t xml:space="preserve">nr </w:t>
      </w:r>
      <w:r>
        <w:t>____</w:t>
      </w:r>
      <w:r w:rsidRPr="00C94604">
        <w:t xml:space="preserve">, bl </w:t>
      </w:r>
      <w:r>
        <w:t>__</w:t>
      </w:r>
      <w:r w:rsidRPr="00C94604">
        <w:t xml:space="preserve">, ap </w:t>
      </w:r>
      <w:r>
        <w:t>_____</w:t>
      </w:r>
      <w:r w:rsidRPr="00C94604">
        <w:t xml:space="preserve">., posesor al B.I. cu seria </w:t>
      </w:r>
      <w:r>
        <w:t>____</w:t>
      </w:r>
      <w:r w:rsidRPr="00C94604">
        <w:t xml:space="preserve">., nr </w:t>
      </w:r>
      <w:r>
        <w:t>___________</w:t>
      </w:r>
      <w:r w:rsidRPr="00C94604">
        <w:t xml:space="preserve">, </w:t>
      </w:r>
      <w:r>
        <w:t xml:space="preserve">eliberat de _________________ la data de ___/___/______  în calitate </w:t>
      </w:r>
      <w:r w:rsidRPr="00C94604">
        <w:rPr>
          <w:b/>
          <w:sz w:val="24"/>
          <w:szCs w:val="24"/>
        </w:rPr>
        <w:t>de proprietar</w:t>
      </w:r>
      <w:r>
        <w:t xml:space="preserve"> a imobilului situat la adresa _______________________________________________________</w:t>
      </w:r>
      <w:r w:rsidR="0083149C">
        <w:t>_________</w:t>
      </w:r>
      <w:r>
        <w:t xml:space="preserve"> compus</w:t>
      </w:r>
    </w:p>
    <w:p w:rsidR="00C94604" w:rsidRDefault="00C94604" w:rsidP="00C94604">
      <w:pPr>
        <w:spacing w:line="360" w:lineRule="auto"/>
      </w:pPr>
      <w:r>
        <w:t xml:space="preserve">din </w:t>
      </w:r>
      <w:r w:rsidR="0083149C">
        <w:t>____________________________________</w:t>
      </w:r>
      <w:r>
        <w:t>.</w:t>
      </w:r>
    </w:p>
    <w:p w:rsidR="0083149C" w:rsidRDefault="0083149C" w:rsidP="00C94604">
      <w:pPr>
        <w:spacing w:line="360" w:lineRule="auto"/>
      </w:pPr>
    </w:p>
    <w:p w:rsidR="00C94604" w:rsidRDefault="0083149C" w:rsidP="00C94604">
      <w:r>
        <w:t>S</w:t>
      </w:r>
      <w:r w:rsidR="00C94604">
        <w:t>i</w:t>
      </w:r>
    </w:p>
    <w:p w:rsidR="0083149C" w:rsidRDefault="0083149C" w:rsidP="00C94604"/>
    <w:p w:rsidR="00C94604" w:rsidRDefault="00C94604" w:rsidP="00C94604">
      <w:pPr>
        <w:spacing w:line="360" w:lineRule="auto"/>
      </w:pPr>
      <w:r w:rsidRPr="00C94604">
        <w:rPr>
          <w:b/>
          <w:sz w:val="28"/>
          <w:szCs w:val="28"/>
        </w:rPr>
        <w:t>Subsemnatul(a)</w:t>
      </w:r>
      <w:r>
        <w:t>___________________</w:t>
      </w:r>
      <w:r w:rsidRPr="00C94604">
        <w:t xml:space="preserve">, domiciliat in </w:t>
      </w:r>
      <w:r>
        <w:t>____________________</w:t>
      </w:r>
      <w:r w:rsidRPr="00C94604">
        <w:t xml:space="preserve">, str </w:t>
      </w:r>
      <w:r>
        <w:t>___________</w:t>
      </w:r>
      <w:r w:rsidRPr="00C94604">
        <w:t xml:space="preserve"> </w:t>
      </w:r>
      <w:r>
        <w:t>______</w:t>
      </w:r>
      <w:r w:rsidRPr="00C94604">
        <w:t xml:space="preserve">nr </w:t>
      </w:r>
      <w:r>
        <w:t>____</w:t>
      </w:r>
      <w:r w:rsidRPr="00C94604">
        <w:t xml:space="preserve">, bl </w:t>
      </w:r>
      <w:r>
        <w:t>__</w:t>
      </w:r>
      <w:r w:rsidRPr="00C94604">
        <w:t xml:space="preserve">, ap </w:t>
      </w:r>
      <w:r>
        <w:t>_____</w:t>
      </w:r>
      <w:r w:rsidRPr="00C94604">
        <w:t xml:space="preserve">., posesor al B.I. cu seria </w:t>
      </w:r>
      <w:r>
        <w:t>____</w:t>
      </w:r>
      <w:r w:rsidRPr="00C94604">
        <w:t xml:space="preserve">., nr </w:t>
      </w:r>
      <w:r>
        <w:t>___________</w:t>
      </w:r>
      <w:r w:rsidRPr="00C94604">
        <w:t xml:space="preserve">, </w:t>
      </w:r>
      <w:r>
        <w:t xml:space="preserve">eliberat de _________________ la data de ___/___/______ în calitate de </w:t>
      </w:r>
      <w:r w:rsidRPr="00C94604">
        <w:rPr>
          <w:b/>
          <w:sz w:val="24"/>
          <w:szCs w:val="24"/>
        </w:rPr>
        <w:t>chiriaş</w:t>
      </w:r>
      <w:r>
        <w:t>.</w:t>
      </w:r>
    </w:p>
    <w:p w:rsidR="00C94604" w:rsidRDefault="00C94604" w:rsidP="00C94604"/>
    <w:p w:rsidR="00C94604" w:rsidRDefault="00C94604" w:rsidP="00C94604">
      <w:pPr>
        <w:spacing w:line="360" w:lineRule="auto"/>
      </w:pPr>
      <w:r>
        <w:t>Primul în calitate de proprietar închiriez, iar al doilea în calitate de chiriaş iau în chirie imobilul situat la adresa _________________________________________________________________________ compus din _________________ camere plus dependinţe, nemobilate / mobilate conform listei de inventar ce se va întocmi de către părţi la data intrării în imobil</w:t>
      </w:r>
      <w:r w:rsidR="0083149C">
        <w:t>.</w:t>
      </w:r>
    </w:p>
    <w:p w:rsidR="00C94604" w:rsidRDefault="00C94604" w:rsidP="00C94604">
      <w:pPr>
        <w:spacing w:line="360" w:lineRule="auto"/>
      </w:pPr>
      <w:r>
        <w:t>.</w:t>
      </w:r>
    </w:p>
    <w:p w:rsidR="00C94604" w:rsidRDefault="00C94604" w:rsidP="00C94604">
      <w:pPr>
        <w:spacing w:line="360" w:lineRule="auto"/>
      </w:pPr>
      <w:r>
        <w:t>1. Termenul de închiriere este de la data de ___/___/______ până la data de ___/___/______ cu posibilitate de prelungire prin acordul ambelor părţi fără modificarea condiţiilor din prezentul contract</w:t>
      </w:r>
    </w:p>
    <w:p w:rsidR="00C94604" w:rsidRDefault="00C94604" w:rsidP="00C94604">
      <w:r>
        <w:t>2.Chiria lunara este de _____________Lei/Euro/USD .  Plata se face ____________________________</w:t>
      </w:r>
    </w:p>
    <w:p w:rsidR="00C94604" w:rsidRDefault="00C94604" w:rsidP="00C94604">
      <w:r>
        <w:lastRenderedPageBreak/>
        <w:t xml:space="preserve">3. Părţile au convenit astfel: chiriaşul sa plătească proprietarului suma de </w:t>
      </w:r>
      <w:r w:rsidR="0083149C">
        <w:t xml:space="preserve">_____________Lei/Euro/USD </w:t>
      </w:r>
      <w:r>
        <w:t>cu titlul de garanţie pentru plata cheltuielilor ce cad în sarcina chiriaşului şi care privesc imobilul ce face obiectul prezentului contract. Proprietarul se obligă ca la încetarea raporturilor dintre părţi, raporturi ce rezultă sau sunt consecinţa prezentului contract de închiriere, să restituie chiriaşului aceast</w:t>
      </w:r>
      <w:r w:rsidR="0083149C">
        <w:rPr>
          <w:lang w:val="ro-RO"/>
        </w:rPr>
        <w:t>ă</w:t>
      </w:r>
      <w:r w:rsidR="0083149C">
        <w:t xml:space="preserve"> sumă</w:t>
      </w:r>
      <w:r>
        <w:t xml:space="preserve"> de bani.</w:t>
      </w:r>
    </w:p>
    <w:p w:rsidR="00C94604" w:rsidRDefault="00C94604" w:rsidP="0083149C">
      <w:pPr>
        <w:spacing w:line="360" w:lineRule="auto"/>
      </w:pPr>
      <w:r>
        <w:t>4. În momentul încheierii contractului s-a plătit de către chiriaş suma de _____________Lei/Euro/USD reprezentând___________________________________________________</w:t>
      </w:r>
    </w:p>
    <w:p w:rsidR="00C94604" w:rsidRDefault="00C94604" w:rsidP="0083149C">
      <w:pPr>
        <w:spacing w:line="360" w:lineRule="auto"/>
      </w:pPr>
      <w:r>
        <w:t>5. Rezilierea contractului se face prin acordul ambelor părţi înainte de termen sau cu un preaviz de ___ zile calendaristice. În situaţia în care oricare din părţi nu respectă aceste condiţii va plăti celeilalte părţi despăgubiri în valoare de _____________Lei/Euro/USD</w:t>
      </w:r>
    </w:p>
    <w:p w:rsidR="00C94604" w:rsidRDefault="00C94604" w:rsidP="00C94604">
      <w:r>
        <w:t>6. OBLIGAŢIILE CHIRIAŞULUI:</w:t>
      </w:r>
    </w:p>
    <w:p w:rsidR="00C94604" w:rsidRDefault="00C94604" w:rsidP="00C94604">
      <w:pPr>
        <w:pStyle w:val="ListParagraph"/>
        <w:numPr>
          <w:ilvl w:val="0"/>
          <w:numId w:val="3"/>
        </w:numPr>
      </w:pPr>
      <w:r>
        <w:t xml:space="preserve">chiriaşul se obligă să folosească </w:t>
      </w:r>
      <w:r w:rsidR="0083149C">
        <w:t>bunul închiriat conform destinaţiei sale, să</w:t>
      </w:r>
      <w:r>
        <w:t xml:space="preserve"> nu tulbure liniştea proprietăţilor vecini prin folosinţa sa.</w:t>
      </w:r>
    </w:p>
    <w:p w:rsidR="00C94604" w:rsidRDefault="00C94604" w:rsidP="00C94604">
      <w:pPr>
        <w:pStyle w:val="ListParagraph"/>
        <w:numPr>
          <w:ilvl w:val="0"/>
          <w:numId w:val="3"/>
        </w:numPr>
      </w:pPr>
      <w:r>
        <w:t>va preda imobilul la finalul perioadei de locaţiune în condiţiile iniţiale preluării lui,</w:t>
      </w:r>
    </w:p>
    <w:p w:rsidR="00C94604" w:rsidRDefault="00C94604" w:rsidP="00C94604">
      <w:pPr>
        <w:pStyle w:val="ListParagraph"/>
        <w:numPr>
          <w:ilvl w:val="0"/>
          <w:numId w:val="3"/>
        </w:numPr>
      </w:pPr>
      <w:r>
        <w:t>nu va sub</w:t>
      </w:r>
      <w:r w:rsidR="0083149C">
        <w:t>î</w:t>
      </w:r>
      <w:r>
        <w:t>nchiria imobilul</w:t>
      </w:r>
    </w:p>
    <w:p w:rsidR="00C94604" w:rsidRDefault="00C94604" w:rsidP="00C94604">
      <w:pPr>
        <w:pStyle w:val="ListParagraph"/>
        <w:numPr>
          <w:ilvl w:val="0"/>
          <w:numId w:val="3"/>
        </w:numPr>
      </w:pPr>
      <w:r>
        <w:t>să plătească la timp cheltuielil</w:t>
      </w:r>
      <w:r w:rsidR="0083149C">
        <w:t>e de folosinţa a imobilului (apă</w:t>
      </w:r>
      <w:r>
        <w:t>, gaz, electricitate, etc)</w:t>
      </w:r>
    </w:p>
    <w:p w:rsidR="00C94604" w:rsidRDefault="00C94604" w:rsidP="00C94604">
      <w:pPr>
        <w:pStyle w:val="ListParagraph"/>
        <w:numPr>
          <w:ilvl w:val="0"/>
          <w:numId w:val="3"/>
        </w:numPr>
      </w:pPr>
      <w:r>
        <w:t>să respecte normele de prevenire a incendiilor, şi să întreţină bunurile în folosinţă exclusivă, (instalaţii de apa, gaz metan, mobilier- frigider şi dulap)</w:t>
      </w:r>
    </w:p>
    <w:p w:rsidR="00C94604" w:rsidRDefault="00C94604" w:rsidP="00C94604">
      <w:pPr>
        <w:pStyle w:val="ListParagraph"/>
        <w:numPr>
          <w:ilvl w:val="0"/>
          <w:numId w:val="3"/>
        </w:numPr>
      </w:pPr>
      <w:r>
        <w:t>să păstreze curăţenia şi să respecte normele de igiena în interiorul imobilului</w:t>
      </w:r>
    </w:p>
    <w:p w:rsidR="00C94604" w:rsidRDefault="00C94604" w:rsidP="00C94604">
      <w:pPr>
        <w:pStyle w:val="ListParagraph"/>
        <w:numPr>
          <w:ilvl w:val="0"/>
          <w:numId w:val="3"/>
        </w:numPr>
      </w:pPr>
      <w:r>
        <w:t>să restituie imobilul la data expirării contractului sau la rezilierea acestuia înainte de termen în condiţiile prezentului contract</w:t>
      </w:r>
    </w:p>
    <w:p w:rsidR="00C94604" w:rsidRDefault="00C94604" w:rsidP="00C94604">
      <w:pPr>
        <w:pStyle w:val="ListParagraph"/>
        <w:numPr>
          <w:ilvl w:val="0"/>
          <w:numId w:val="3"/>
        </w:numPr>
      </w:pPr>
      <w:r>
        <w:t>să despăgubească proprietarul de eventualele daune produse imobilului sau a bunurilor din interiorul acestuia din folosinţa sa</w:t>
      </w:r>
    </w:p>
    <w:p w:rsidR="00C94604" w:rsidRDefault="00C94604" w:rsidP="00C94604">
      <w:pPr>
        <w:pStyle w:val="ListParagraph"/>
        <w:numPr>
          <w:ilvl w:val="0"/>
          <w:numId w:val="3"/>
        </w:numPr>
      </w:pPr>
      <w:r>
        <w:t>să nu schimbe destinaţia imobilului din destinaţia de locuinţa</w:t>
      </w:r>
    </w:p>
    <w:p w:rsidR="00C94604" w:rsidRDefault="00C94604" w:rsidP="00C94604">
      <w:r>
        <w:t>7. OBLIGAŢIILE PROPRIETARULUI:</w:t>
      </w:r>
    </w:p>
    <w:p w:rsidR="00C94604" w:rsidRDefault="00C94604" w:rsidP="00C94604">
      <w:pPr>
        <w:pStyle w:val="ListParagraph"/>
        <w:numPr>
          <w:ilvl w:val="0"/>
          <w:numId w:val="3"/>
        </w:numPr>
      </w:pPr>
      <w:r>
        <w:t>proprietarul se obligă să pre</w:t>
      </w:r>
      <w:r w:rsidR="0083149C">
        <w:t>dea imobilul la data stabilită</w:t>
      </w:r>
      <w:r>
        <w:t xml:space="preserve"> în contract în stare de folosinţ</w:t>
      </w:r>
      <w:r w:rsidR="0083149C">
        <w:t>ă</w:t>
      </w:r>
    </w:p>
    <w:p w:rsidR="00C94604" w:rsidRDefault="00C94604" w:rsidP="00C94604">
      <w:pPr>
        <w:pStyle w:val="ListParagraph"/>
        <w:numPr>
          <w:ilvl w:val="0"/>
          <w:numId w:val="3"/>
        </w:numPr>
      </w:pPr>
      <w:r>
        <w:t>proprietarul se obligă să asigure locatorului imobilul potrivit destinaţiei pentru care a fost închiriat</w:t>
      </w:r>
    </w:p>
    <w:p w:rsidR="00C94604" w:rsidRDefault="00C94604" w:rsidP="00C94604">
      <w:pPr>
        <w:pStyle w:val="ListParagraph"/>
        <w:numPr>
          <w:ilvl w:val="0"/>
          <w:numId w:val="4"/>
        </w:numPr>
      </w:pPr>
      <w:r>
        <w:t>garantează chiriaşului împotriva viciilor ascunse ale imobilului  __________________________.</w:t>
      </w:r>
    </w:p>
    <w:p w:rsidR="00C94604" w:rsidRDefault="00C94604" w:rsidP="00C94604">
      <w:pPr>
        <w:pStyle w:val="ListParagraph"/>
        <w:numPr>
          <w:ilvl w:val="0"/>
          <w:numId w:val="4"/>
        </w:numPr>
      </w:pPr>
      <w:r>
        <w:t>garantează pentru evictiune</w:t>
      </w:r>
    </w:p>
    <w:p w:rsidR="00C94604" w:rsidRDefault="00C94604" w:rsidP="00C94604"/>
    <w:p w:rsidR="00C94604" w:rsidRDefault="00C94604" w:rsidP="00C94604">
      <w:r>
        <w:t>Predarea imobilului către chiriaş se va face cel mai târziu la data de___/___/______ .</w:t>
      </w:r>
    </w:p>
    <w:p w:rsidR="00C94604" w:rsidRDefault="00C94604" w:rsidP="00C94604">
      <w:r>
        <w:t>Prezentul contract conţine două pagini şi s-a încheiat în ______ exemplare, astăzi fiecare parte intrând în posesia unui exemplar din contract.</w:t>
      </w:r>
    </w:p>
    <w:p w:rsidR="00C94604" w:rsidRDefault="00C94604" w:rsidP="00C94604">
      <w:r>
        <w:t>La preluarea imobilului, aparatele de măsura aveau următoarele indexuri:</w:t>
      </w:r>
    </w:p>
    <w:p w:rsidR="00C94604" w:rsidRDefault="00C94604" w:rsidP="00C94604">
      <w:pPr>
        <w:pStyle w:val="ListParagraph"/>
        <w:numPr>
          <w:ilvl w:val="0"/>
          <w:numId w:val="5"/>
        </w:numPr>
      </w:pPr>
      <w:r>
        <w:t>Index contor apă caldă</w:t>
      </w:r>
    </w:p>
    <w:p w:rsidR="00C94604" w:rsidRDefault="00C94604" w:rsidP="00C94604">
      <w:pPr>
        <w:pStyle w:val="ListParagraph"/>
        <w:numPr>
          <w:ilvl w:val="0"/>
          <w:numId w:val="5"/>
        </w:numPr>
      </w:pPr>
      <w:r>
        <w:lastRenderedPageBreak/>
        <w:t>Index contor apă rece</w:t>
      </w:r>
    </w:p>
    <w:p w:rsidR="00C94604" w:rsidRDefault="00C94604" w:rsidP="00C94604">
      <w:pPr>
        <w:pStyle w:val="ListParagraph"/>
        <w:numPr>
          <w:ilvl w:val="0"/>
          <w:numId w:val="5"/>
        </w:numPr>
      </w:pPr>
      <w:r>
        <w:t>Index energie electrică</w:t>
      </w:r>
    </w:p>
    <w:p w:rsidR="00C94604" w:rsidRDefault="00C94604" w:rsidP="00C94604">
      <w:pPr>
        <w:pStyle w:val="ListParagraph"/>
        <w:numPr>
          <w:ilvl w:val="0"/>
          <w:numId w:val="5"/>
        </w:numPr>
      </w:pPr>
      <w:r>
        <w:t>la data închirierii, la asociaţia de proprietari era de plata suma de _________Lei</w:t>
      </w:r>
    </w:p>
    <w:p w:rsidR="00C94604" w:rsidRDefault="00C94604" w:rsidP="00C94604"/>
    <w:p w:rsidR="0083149C" w:rsidRDefault="0083149C" w:rsidP="00C94604"/>
    <w:p w:rsidR="0083149C" w:rsidRDefault="0083149C" w:rsidP="00C94604"/>
    <w:p w:rsidR="002448A3" w:rsidRDefault="0083149C" w:rsidP="00C94604">
      <w:pPr>
        <w:rPr>
          <w:b/>
          <w:sz w:val="32"/>
          <w:szCs w:val="32"/>
        </w:rPr>
      </w:pPr>
      <w:r>
        <w:rPr>
          <w:b/>
          <w:sz w:val="32"/>
          <w:szCs w:val="32"/>
        </w:rPr>
        <w:t xml:space="preserve">     </w:t>
      </w:r>
      <w:r w:rsidR="00C94604" w:rsidRPr="0083149C">
        <w:rPr>
          <w:b/>
          <w:sz w:val="32"/>
          <w:szCs w:val="32"/>
        </w:rPr>
        <w:t xml:space="preserve">PROPRIETAR </w:t>
      </w:r>
      <w:r w:rsidRPr="0083149C">
        <w:rPr>
          <w:b/>
          <w:sz w:val="32"/>
          <w:szCs w:val="32"/>
        </w:rPr>
        <w:t xml:space="preserve">                                                             </w:t>
      </w:r>
      <w:r w:rsidR="00C94604" w:rsidRPr="0083149C">
        <w:rPr>
          <w:b/>
          <w:sz w:val="32"/>
          <w:szCs w:val="32"/>
        </w:rPr>
        <w:t>CHIRIAŞ</w:t>
      </w:r>
    </w:p>
    <w:p w:rsidR="0083149C" w:rsidRDefault="0083149C" w:rsidP="00C94604">
      <w:pPr>
        <w:rPr>
          <w:b/>
          <w:sz w:val="32"/>
          <w:szCs w:val="32"/>
        </w:rPr>
      </w:pPr>
    </w:p>
    <w:p w:rsidR="0083149C" w:rsidRDefault="0083149C" w:rsidP="00C94604">
      <w:pPr>
        <w:rPr>
          <w:b/>
          <w:sz w:val="32"/>
          <w:szCs w:val="32"/>
        </w:rPr>
      </w:pPr>
    </w:p>
    <w:p w:rsidR="0083149C" w:rsidRPr="0083149C" w:rsidRDefault="0083149C" w:rsidP="00C94604">
      <w:pPr>
        <w:rPr>
          <w:b/>
          <w:sz w:val="32"/>
          <w:szCs w:val="32"/>
        </w:rPr>
      </w:pPr>
      <w:r>
        <w:rPr>
          <w:b/>
          <w:sz w:val="32"/>
          <w:szCs w:val="32"/>
        </w:rPr>
        <w:t>___________________                                _______________________</w:t>
      </w:r>
    </w:p>
    <w:sectPr w:rsidR="0083149C" w:rsidRPr="0083149C" w:rsidSect="008B4172">
      <w:headerReference w:type="even" r:id="rId7"/>
      <w:headerReference w:type="default" r:id="rId8"/>
      <w:footerReference w:type="even" r:id="rId9"/>
      <w:footerReference w:type="default" r:id="rId10"/>
      <w:headerReference w:type="first" r:id="rId11"/>
      <w:footerReference w:type="first" r:id="rId12"/>
      <w:pgSz w:w="12240" w:h="15840"/>
      <w:pgMar w:top="567" w:right="1440" w:bottom="993" w:left="1440" w:header="68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4006" w:rsidRDefault="00354006" w:rsidP="00021277">
      <w:pPr>
        <w:spacing w:after="0" w:line="240" w:lineRule="auto"/>
      </w:pPr>
      <w:r>
        <w:separator/>
      </w:r>
    </w:p>
  </w:endnote>
  <w:endnote w:type="continuationSeparator" w:id="0">
    <w:p w:rsidR="00354006" w:rsidRDefault="00354006" w:rsidP="00021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7C6" w:rsidRDefault="00AF67C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277" w:rsidRDefault="00021277" w:rsidP="00F0642F">
    <w:pPr>
      <w:rPr>
        <w:lang w:val="ro-RO"/>
      </w:rPr>
    </w:pPr>
    <w:r>
      <w:tab/>
    </w:r>
    <w:r>
      <w:rPr>
        <w:noProof/>
      </w:rPr>
      <w:drawing>
        <wp:anchor distT="0" distB="0" distL="114300" distR="114300" simplePos="0" relativeHeight="251659264" behindDoc="1" locked="0" layoutInCell="1" allowOverlap="1">
          <wp:simplePos x="0" y="0"/>
          <wp:positionH relativeFrom="column">
            <wp:posOffset>1143000</wp:posOffset>
          </wp:positionH>
          <wp:positionV relativeFrom="paragraph">
            <wp:posOffset>-9525</wp:posOffset>
          </wp:positionV>
          <wp:extent cx="457200" cy="432435"/>
          <wp:effectExtent l="19050" t="0" r="0" b="0"/>
          <wp:wrapTight wrapText="bothSides">
            <wp:wrapPolygon edited="0">
              <wp:start x="-900" y="0"/>
              <wp:lineTo x="-900" y="20934"/>
              <wp:lineTo x="21600" y="20934"/>
              <wp:lineTo x="21600" y="0"/>
              <wp:lineTo x="-900" y="0"/>
            </wp:wrapPolygon>
          </wp:wrapTight>
          <wp:docPr id="1" name="Picture 1" descr="Fav_of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v_of_21"/>
                  <pic:cNvPicPr>
                    <a:picLocks noChangeAspect="1" noChangeArrowheads="1"/>
                  </pic:cNvPicPr>
                </pic:nvPicPr>
                <pic:blipFill>
                  <a:blip r:embed="rId1"/>
                  <a:srcRect/>
                  <a:stretch>
                    <a:fillRect/>
                  </a:stretch>
                </pic:blipFill>
                <pic:spPr bwMode="auto">
                  <a:xfrm>
                    <a:off x="0" y="0"/>
                    <a:ext cx="457200" cy="432435"/>
                  </a:xfrm>
                  <a:prstGeom prst="rect">
                    <a:avLst/>
                  </a:prstGeom>
                  <a:noFill/>
                </pic:spPr>
              </pic:pic>
            </a:graphicData>
          </a:graphic>
        </wp:anchor>
      </w:drawing>
    </w:r>
    <w:r w:rsidR="00F0642F">
      <w:t xml:space="preserve">                                                </w:t>
    </w:r>
    <w:r w:rsidR="008B4172">
      <w:t xml:space="preserve">    </w:t>
    </w:r>
    <w:hyperlink r:id="rId2" w:history="1">
      <w:r w:rsidRPr="00B05D33">
        <w:rPr>
          <w:rStyle w:val="Hyperlink"/>
          <w:lang w:val="ro-RO"/>
        </w:rPr>
        <w:t>www.oficial.ro</w:t>
      </w:r>
    </w:hyperlink>
    <w:r>
      <w:rPr>
        <w:lang w:val="ro-RO"/>
      </w:rPr>
      <w:t xml:space="preserve"> formulare  acte</w:t>
    </w:r>
    <w:r w:rsidR="00F0642F">
      <w:rPr>
        <w:lang w:val="ro-RO"/>
      </w:rPr>
      <w:t xml:space="preserve">     </w:t>
    </w:r>
    <w:sdt>
      <w:sdtPr>
        <w:id w:val="250395305"/>
        <w:docPartObj>
          <w:docPartGallery w:val="Page Numbers (Top of Page)"/>
          <w:docPartUnique/>
        </w:docPartObj>
      </w:sdtPr>
      <w:sdtContent>
        <w:r w:rsidR="00F0642F">
          <w:t xml:space="preserve">                          Pag. </w:t>
        </w:r>
        <w:fldSimple w:instr=" PAGE ">
          <w:r w:rsidR="0083149C">
            <w:rPr>
              <w:noProof/>
            </w:rPr>
            <w:t>1</w:t>
          </w:r>
        </w:fldSimple>
        <w:r w:rsidR="00F0642F">
          <w:t xml:space="preserve"> din </w:t>
        </w:r>
        <w:fldSimple w:instr=" NUMPAGES  ">
          <w:r w:rsidR="0083149C">
            <w:rPr>
              <w:noProof/>
            </w:rPr>
            <w:t>3</w:t>
          </w:r>
        </w:fldSimple>
      </w:sdtContent>
    </w:sdt>
    <w:r>
      <w:rPr>
        <w:lang w:val="ro-RO"/>
      </w:rPr>
      <w:tab/>
    </w:r>
  </w:p>
  <w:p w:rsidR="003B52D5" w:rsidRDefault="003B52D5"/>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7C6" w:rsidRDefault="00AF67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4006" w:rsidRDefault="00354006" w:rsidP="00021277">
      <w:pPr>
        <w:spacing w:after="0" w:line="240" w:lineRule="auto"/>
      </w:pPr>
      <w:r>
        <w:separator/>
      </w:r>
    </w:p>
  </w:footnote>
  <w:footnote w:type="continuationSeparator" w:id="0">
    <w:p w:rsidR="00354006" w:rsidRDefault="00354006" w:rsidP="00021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7C6" w:rsidRDefault="00AF67C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7C6" w:rsidRDefault="00AF67C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7C6" w:rsidRDefault="00AF67C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20730"/>
    <w:multiLevelType w:val="hybridMultilevel"/>
    <w:tmpl w:val="06D0A26A"/>
    <w:lvl w:ilvl="0" w:tplc="56E4BC3E">
      <w:start w:val="1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3015B5"/>
    <w:multiLevelType w:val="hybridMultilevel"/>
    <w:tmpl w:val="EF9A6F6A"/>
    <w:lvl w:ilvl="0" w:tplc="56E4BC3E">
      <w:start w:val="1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EEE5922"/>
    <w:multiLevelType w:val="multilevel"/>
    <w:tmpl w:val="A64E7D54"/>
    <w:lvl w:ilvl="0">
      <w:start w:val="1"/>
      <w:numFmt w:val="none"/>
      <w:pStyle w:val="Heading1"/>
      <w:lvlText w:val=""/>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Heading3"/>
      <w:isLgl/>
      <w:lvlText w:val="%2%1.%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56FD6FFF"/>
    <w:multiLevelType w:val="hybridMultilevel"/>
    <w:tmpl w:val="C4D6FF0E"/>
    <w:lvl w:ilvl="0" w:tplc="56E4BC3E">
      <w:start w:val="1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D5B5F6B"/>
    <w:multiLevelType w:val="hybridMultilevel"/>
    <w:tmpl w:val="A0102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83149C"/>
    <w:rsid w:val="00017707"/>
    <w:rsid w:val="00021277"/>
    <w:rsid w:val="00054FBF"/>
    <w:rsid w:val="000851D0"/>
    <w:rsid w:val="00096E10"/>
    <w:rsid w:val="000A0229"/>
    <w:rsid w:val="000B1264"/>
    <w:rsid w:val="000C06B6"/>
    <w:rsid w:val="000D2CBF"/>
    <w:rsid w:val="0010367B"/>
    <w:rsid w:val="00146E2A"/>
    <w:rsid w:val="00166921"/>
    <w:rsid w:val="00175196"/>
    <w:rsid w:val="001D42FB"/>
    <w:rsid w:val="001E5E11"/>
    <w:rsid w:val="001E777D"/>
    <w:rsid w:val="001F09C6"/>
    <w:rsid w:val="00223664"/>
    <w:rsid w:val="002448A3"/>
    <w:rsid w:val="002538C4"/>
    <w:rsid w:val="00254B08"/>
    <w:rsid w:val="002A2E3E"/>
    <w:rsid w:val="002C39B6"/>
    <w:rsid w:val="002E22A7"/>
    <w:rsid w:val="002F3FE1"/>
    <w:rsid w:val="00301EF7"/>
    <w:rsid w:val="00312990"/>
    <w:rsid w:val="00320077"/>
    <w:rsid w:val="00325C41"/>
    <w:rsid w:val="003509AA"/>
    <w:rsid w:val="00353D54"/>
    <w:rsid w:val="00354006"/>
    <w:rsid w:val="003556A5"/>
    <w:rsid w:val="00375B42"/>
    <w:rsid w:val="003A516C"/>
    <w:rsid w:val="003B0821"/>
    <w:rsid w:val="003B52D5"/>
    <w:rsid w:val="003C1D2F"/>
    <w:rsid w:val="003C7172"/>
    <w:rsid w:val="003E6204"/>
    <w:rsid w:val="003E6D83"/>
    <w:rsid w:val="003F1F37"/>
    <w:rsid w:val="003F2CC1"/>
    <w:rsid w:val="0040590E"/>
    <w:rsid w:val="00417A3B"/>
    <w:rsid w:val="00424BE4"/>
    <w:rsid w:val="004333EC"/>
    <w:rsid w:val="00437721"/>
    <w:rsid w:val="00453713"/>
    <w:rsid w:val="0046329F"/>
    <w:rsid w:val="00466BBC"/>
    <w:rsid w:val="004766D2"/>
    <w:rsid w:val="004D5DBD"/>
    <w:rsid w:val="004E24D1"/>
    <w:rsid w:val="004F402C"/>
    <w:rsid w:val="00504346"/>
    <w:rsid w:val="00516A9C"/>
    <w:rsid w:val="0053027B"/>
    <w:rsid w:val="00545C16"/>
    <w:rsid w:val="00547658"/>
    <w:rsid w:val="005539B2"/>
    <w:rsid w:val="0057280A"/>
    <w:rsid w:val="00580595"/>
    <w:rsid w:val="00596EA3"/>
    <w:rsid w:val="005B44BD"/>
    <w:rsid w:val="005C01E1"/>
    <w:rsid w:val="005E711E"/>
    <w:rsid w:val="005F4FE1"/>
    <w:rsid w:val="005F524F"/>
    <w:rsid w:val="00607AA0"/>
    <w:rsid w:val="00682A84"/>
    <w:rsid w:val="006B0A45"/>
    <w:rsid w:val="006D4C11"/>
    <w:rsid w:val="00747217"/>
    <w:rsid w:val="00750639"/>
    <w:rsid w:val="007A79B4"/>
    <w:rsid w:val="007C24C5"/>
    <w:rsid w:val="00803803"/>
    <w:rsid w:val="00816A69"/>
    <w:rsid w:val="0083149C"/>
    <w:rsid w:val="00843E46"/>
    <w:rsid w:val="008440BB"/>
    <w:rsid w:val="008441D5"/>
    <w:rsid w:val="00846505"/>
    <w:rsid w:val="00865D36"/>
    <w:rsid w:val="00870E6E"/>
    <w:rsid w:val="00873E9C"/>
    <w:rsid w:val="008952FD"/>
    <w:rsid w:val="00895756"/>
    <w:rsid w:val="008B4172"/>
    <w:rsid w:val="008B48A7"/>
    <w:rsid w:val="008C4C47"/>
    <w:rsid w:val="008E23A0"/>
    <w:rsid w:val="0092505E"/>
    <w:rsid w:val="00961C08"/>
    <w:rsid w:val="00964BBC"/>
    <w:rsid w:val="00970F4F"/>
    <w:rsid w:val="00993B3E"/>
    <w:rsid w:val="009B34D6"/>
    <w:rsid w:val="009B4ACE"/>
    <w:rsid w:val="009B57BF"/>
    <w:rsid w:val="009C433F"/>
    <w:rsid w:val="009C701C"/>
    <w:rsid w:val="009D2776"/>
    <w:rsid w:val="009D32EE"/>
    <w:rsid w:val="009D5DF5"/>
    <w:rsid w:val="009F7152"/>
    <w:rsid w:val="00A103EA"/>
    <w:rsid w:val="00A56ADB"/>
    <w:rsid w:val="00A83C63"/>
    <w:rsid w:val="00A878C3"/>
    <w:rsid w:val="00AB09BA"/>
    <w:rsid w:val="00AB4DB9"/>
    <w:rsid w:val="00AC42F3"/>
    <w:rsid w:val="00AE2FBD"/>
    <w:rsid w:val="00AF493E"/>
    <w:rsid w:val="00AF67C6"/>
    <w:rsid w:val="00B14F92"/>
    <w:rsid w:val="00B21F2B"/>
    <w:rsid w:val="00B400C3"/>
    <w:rsid w:val="00B428F6"/>
    <w:rsid w:val="00B617B9"/>
    <w:rsid w:val="00B61B8F"/>
    <w:rsid w:val="00B84844"/>
    <w:rsid w:val="00BB2ABE"/>
    <w:rsid w:val="00BB39DE"/>
    <w:rsid w:val="00BB71A2"/>
    <w:rsid w:val="00BE7BBC"/>
    <w:rsid w:val="00C13B18"/>
    <w:rsid w:val="00C33F8E"/>
    <w:rsid w:val="00C35222"/>
    <w:rsid w:val="00C37803"/>
    <w:rsid w:val="00C542E9"/>
    <w:rsid w:val="00C94604"/>
    <w:rsid w:val="00C9705A"/>
    <w:rsid w:val="00CA6313"/>
    <w:rsid w:val="00D0016F"/>
    <w:rsid w:val="00D150F6"/>
    <w:rsid w:val="00D24048"/>
    <w:rsid w:val="00D25889"/>
    <w:rsid w:val="00D26D50"/>
    <w:rsid w:val="00D619A1"/>
    <w:rsid w:val="00D8138E"/>
    <w:rsid w:val="00D90BA8"/>
    <w:rsid w:val="00DE0788"/>
    <w:rsid w:val="00E0224C"/>
    <w:rsid w:val="00E168F7"/>
    <w:rsid w:val="00E24D08"/>
    <w:rsid w:val="00E71FA4"/>
    <w:rsid w:val="00E7407A"/>
    <w:rsid w:val="00E910EB"/>
    <w:rsid w:val="00E93C23"/>
    <w:rsid w:val="00EB3DDF"/>
    <w:rsid w:val="00EF0A2B"/>
    <w:rsid w:val="00EF1D97"/>
    <w:rsid w:val="00EF6984"/>
    <w:rsid w:val="00F03FF2"/>
    <w:rsid w:val="00F0642F"/>
    <w:rsid w:val="00F10FFE"/>
    <w:rsid w:val="00FA2A72"/>
    <w:rsid w:val="00FA5DA4"/>
    <w:rsid w:val="00FA751A"/>
    <w:rsid w:val="00FC02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3713"/>
  </w:style>
  <w:style w:type="paragraph" w:styleId="Heading1">
    <w:name w:val="heading 1"/>
    <w:basedOn w:val="Normal"/>
    <w:next w:val="Normal"/>
    <w:link w:val="Heading1Char"/>
    <w:uiPriority w:val="9"/>
    <w:qFormat/>
    <w:rsid w:val="00453713"/>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9460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53713"/>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53713"/>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53713"/>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45371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5371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5371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45371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371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5371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5371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45371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5371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5371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5371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5371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53713"/>
    <w:rPr>
      <w:rFonts w:asciiTheme="majorHAnsi" w:eastAsiaTheme="majorEastAsia" w:hAnsiTheme="majorHAnsi" w:cstheme="majorBidi"/>
      <w:i/>
      <w:iCs/>
      <w:color w:val="404040" w:themeColor="text1" w:themeTint="BF"/>
      <w:sz w:val="20"/>
      <w:szCs w:val="20"/>
    </w:rPr>
  </w:style>
  <w:style w:type="paragraph" w:styleId="Header">
    <w:name w:val="header"/>
    <w:basedOn w:val="Normal"/>
    <w:link w:val="HeaderChar"/>
    <w:uiPriority w:val="99"/>
    <w:semiHidden/>
    <w:unhideWhenUsed/>
    <w:rsid w:val="0002127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21277"/>
  </w:style>
  <w:style w:type="paragraph" w:styleId="Footer">
    <w:name w:val="footer"/>
    <w:basedOn w:val="Normal"/>
    <w:link w:val="FooterChar"/>
    <w:uiPriority w:val="99"/>
    <w:unhideWhenUsed/>
    <w:rsid w:val="000212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1277"/>
  </w:style>
  <w:style w:type="character" w:styleId="Hyperlink">
    <w:name w:val="Hyperlink"/>
    <w:basedOn w:val="DefaultParagraphFont"/>
    <w:rsid w:val="00021277"/>
    <w:rPr>
      <w:color w:val="0000FF"/>
      <w:u w:val="single"/>
    </w:rPr>
  </w:style>
  <w:style w:type="paragraph" w:styleId="ListParagraph">
    <w:name w:val="List Paragraph"/>
    <w:basedOn w:val="Normal"/>
    <w:uiPriority w:val="34"/>
    <w:qFormat/>
    <w:rsid w:val="00C9460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oficial.ro/"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AppData\Roaming\Microsoft\Templates\Oficial%20W2007_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Oficial W2007_4.dotx</Template>
  <TotalTime>21</TotalTime>
  <Pages>3</Pages>
  <Words>620</Words>
  <Characters>3538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dc:creator>
  <cp:lastModifiedBy>us</cp:lastModifiedBy>
  <cp:revision>1</cp:revision>
  <dcterms:created xsi:type="dcterms:W3CDTF">2013-07-03T07:45:00Z</dcterms:created>
  <dcterms:modified xsi:type="dcterms:W3CDTF">2013-07-03T08:06:00Z</dcterms:modified>
</cp:coreProperties>
</file>